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851" w:rightFromText="851" w:vertAnchor="page" w:tblpY="874"/>
        <w:tblW w:w="69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3"/>
      </w:tblGrid>
      <w:tr w:rsidR="003B20B2" w:rsidRPr="00E55863" w14:paraId="799D61EE" w14:textId="77777777" w:rsidTr="00A92807">
        <w:trPr>
          <w:trHeight w:val="251"/>
        </w:trPr>
        <w:tc>
          <w:tcPr>
            <w:tcW w:w="6913" w:type="dxa"/>
            <w:tcMar>
              <w:top w:w="227" w:type="dxa"/>
              <w:left w:w="227" w:type="dxa"/>
              <w:bottom w:w="57" w:type="dxa"/>
              <w:right w:w="0" w:type="dxa"/>
            </w:tcMar>
            <w:vAlign w:val="bottom"/>
          </w:tcPr>
          <w:bookmarkStart w:id="0" w:name="_Hlk158039523" w:displacedByCustomXml="next"/>
          <w:bookmarkEnd w:id="0" w:displacedByCustomXml="next"/>
          <w:sdt>
            <w:sdtPr>
              <w:id w:val="223956192"/>
              <w:placeholder>
                <w:docPart w:val="0C2845F9490342A4BD6FCEDDA3385596"/>
              </w:placeholder>
            </w:sdtPr>
            <w:sdtEndPr/>
            <w:sdtContent>
              <w:p w14:paraId="64C1CB33" w14:textId="48975CED" w:rsidR="003B20B2" w:rsidRPr="00E55863" w:rsidRDefault="001F0EF5" w:rsidP="00A92807">
                <w:pPr>
                  <w:pStyle w:val="IvoDepartmentInfoUNI20Pt"/>
                </w:pPr>
                <w:r>
                  <w:t>Survey S</w:t>
                </w:r>
                <w:r w:rsidR="00B81A03">
                  <w:t>trateg</w:t>
                </w:r>
                <w:r>
                  <w:t>y</w:t>
                </w:r>
              </w:p>
            </w:sdtContent>
          </w:sdt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6" w:space="0" w:color="00509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</w:tblGrid>
      <w:tr w:rsidR="00976E64" w:rsidRPr="00121AC3" w14:paraId="54298120" w14:textId="77777777" w:rsidTr="002C70B5">
        <w:trPr>
          <w:trHeight w:val="284"/>
        </w:trPr>
        <w:tc>
          <w:tcPr>
            <w:tcW w:w="765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sdt>
            <w:sdtPr>
              <w:id w:val="1526441367"/>
              <w:placeholder>
                <w:docPart w:val="294F76DCAE4441B3ADD297DCC6FDC2EE"/>
              </w:placeholder>
            </w:sdtPr>
            <w:sdtEndPr/>
            <w:sdtContent>
              <w:p w14:paraId="3DF3FC79" w14:textId="2EA37C6A" w:rsidR="00976E64" w:rsidRPr="00AE354D" w:rsidRDefault="00E75D49" w:rsidP="001E6AB3">
                <w:pPr>
                  <w:pStyle w:val="IvoH2HeadlineUNI16Pt"/>
                </w:pPr>
                <w:r>
                  <w:t>Test</w:t>
                </w:r>
                <w:r w:rsidR="0032147C" w:rsidRPr="0032147C">
                  <w:rPr>
                    <w:rFonts w:eastAsiaTheme="minorHAnsi"/>
                  </w:rPr>
                  <w:t xml:space="preserve"> </w:t>
                </w:r>
                <w:r>
                  <w:rPr>
                    <w:rFonts w:eastAsiaTheme="minorHAnsi"/>
                  </w:rPr>
                  <w:t>abc</w:t>
                </w:r>
                <w:r w:rsidR="0032147C">
                  <w:rPr>
                    <w:rFonts w:eastAsiaTheme="minorHAnsi"/>
                  </w:rPr>
                  <w:t>.</w:t>
                </w:r>
                <w:r>
                  <w:rPr>
                    <w:rFonts w:eastAsiaTheme="minorHAnsi"/>
                  </w:rPr>
                  <w:t>123</w:t>
                </w:r>
                <w:r w:rsidR="0032147C" w:rsidRPr="0032147C">
                  <w:rPr>
                    <w:rFonts w:eastAsiaTheme="minorHAnsi"/>
                  </w:rPr>
                  <w:t xml:space="preserve"> </w:t>
                </w:r>
                <w:r>
                  <w:rPr>
                    <w:rFonts w:eastAsiaTheme="minorHAnsi"/>
                  </w:rPr>
                  <w:t>XYXCAD</w:t>
                </w:r>
                <w:r w:rsidR="0032147C">
                  <w:t xml:space="preserve"> –</w:t>
                </w:r>
                <w:r w:rsidR="00C0168D">
                  <w:t xml:space="preserve"> </w:t>
                </w:r>
                <w:r>
                  <w:t>97665</w:t>
                </w:r>
                <w:r w:rsidR="00121AC3">
                  <w:t xml:space="preserve"> </w:t>
                </w:r>
              </w:p>
              <w:bookmarkStart w:id="1" w:name="_GoBack" w:displacedByCustomXml="next"/>
              <w:bookmarkEnd w:id="1" w:displacedByCustomXml="next"/>
            </w:sdtContent>
          </w:sdt>
        </w:tc>
      </w:tr>
    </w:tbl>
    <w:p w14:paraId="574B9A4A" w14:textId="2B726CA4" w:rsidR="00976E64" w:rsidRPr="00121AC3" w:rsidRDefault="00976E64" w:rsidP="00D60798">
      <w:pPr>
        <w:pStyle w:val="IvoStandardtextUNI10Pt"/>
        <w:jc w:val="both"/>
        <w:rPr>
          <w:rFonts w:ascii="Arial" w:hAnsi="Arial"/>
          <w:color w:val="0078B4" w:themeColor="accent4"/>
          <w:sz w:val="22"/>
          <w:szCs w:val="22"/>
        </w:rPr>
      </w:pPr>
    </w:p>
    <w:p w14:paraId="17D937B1" w14:textId="0122762D" w:rsidR="00BB6EF3" w:rsidRPr="00121AC3" w:rsidRDefault="00BB6EF3" w:rsidP="003F7520">
      <w:pPr>
        <w:pStyle w:val="IvoStandardtextUNI10Pt"/>
        <w:rPr>
          <w:rFonts w:ascii="Arial" w:hAnsi="Arial"/>
          <w:lang w:val="de-DE"/>
        </w:rPr>
      </w:pPr>
    </w:p>
    <w:sectPr w:rsidR="00BB6EF3" w:rsidRPr="00121AC3" w:rsidSect="002C70B5">
      <w:footerReference w:type="default" r:id="rId9"/>
      <w:footerReference w:type="first" r:id="rId10"/>
      <w:type w:val="continuous"/>
      <w:pgSz w:w="8392" w:h="5954" w:orient="landscape" w:code="70"/>
      <w:pgMar w:top="1418" w:right="2552" w:bottom="2545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498F6" w14:textId="77777777" w:rsidR="00B81A03" w:rsidRDefault="00B81A03" w:rsidP="002F7B15">
      <w:pPr>
        <w:spacing w:line="240" w:lineRule="auto"/>
      </w:pPr>
      <w:r>
        <w:separator/>
      </w:r>
    </w:p>
  </w:endnote>
  <w:endnote w:type="continuationSeparator" w:id="0">
    <w:p w14:paraId="09E38772" w14:textId="77777777" w:rsidR="00B81A03" w:rsidRDefault="00B81A03" w:rsidP="002F7B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form Pro Ivoclar Reg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39A98" w14:textId="77777777" w:rsidR="0017532F" w:rsidRDefault="0017532F">
    <w:r>
      <w:rPr>
        <w:rFonts w:cs="Arial"/>
        <w:noProof/>
        <w:color w:val="9D9D9D" w:themeColor="text1" w:themeTint="A6"/>
        <w:szCs w:val="12"/>
        <w:lang w:val="en-GB"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656D84" wp14:editId="4C271ED8">
              <wp:simplePos x="0" y="0"/>
              <wp:positionH relativeFrom="column">
                <wp:posOffset>5062220</wp:posOffset>
              </wp:positionH>
              <wp:positionV relativeFrom="paragraph">
                <wp:posOffset>66281</wp:posOffset>
              </wp:positionV>
              <wp:extent cx="977265" cy="144145"/>
              <wp:effectExtent l="0" t="0" r="13335" b="8255"/>
              <wp:wrapNone/>
              <wp:docPr id="17" name="Textfeld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7265" cy="144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7A084B" w14:textId="77777777" w:rsidR="0017532F" w:rsidRPr="00010764" w:rsidRDefault="0017532F" w:rsidP="00010764">
                          <w:pPr>
                            <w:pStyle w:val="IvoFooterInfoUNI6Pt"/>
                            <w:rPr>
                              <w:color w:val="696969" w:themeColor="text1"/>
                            </w:rPr>
                          </w:pPr>
                          <w:r w:rsidRPr="00010764">
                            <w:rPr>
                              <w:color w:val="696969" w:themeColor="text1"/>
                            </w:rPr>
                            <w:fldChar w:fldCharType="begin"/>
                          </w:r>
                          <w:r w:rsidRPr="00010764">
                            <w:rPr>
                              <w:color w:val="696969" w:themeColor="text1"/>
                            </w:rPr>
                            <w:instrText>PAGE  \* Arabic  \* MERGEFORMAT</w:instrText>
                          </w:r>
                          <w:r w:rsidRPr="00010764">
                            <w:rPr>
                              <w:color w:val="696969" w:themeColor="text1"/>
                            </w:rPr>
                            <w:fldChar w:fldCharType="separate"/>
                          </w:r>
                          <w:r w:rsidR="002C70B5">
                            <w:rPr>
                              <w:noProof/>
                              <w:color w:val="696969" w:themeColor="text1"/>
                            </w:rPr>
                            <w:t>1</w:t>
                          </w:r>
                          <w:r w:rsidRPr="00010764">
                            <w:rPr>
                              <w:color w:val="696969" w:themeColor="text1"/>
                            </w:rPr>
                            <w:fldChar w:fldCharType="end"/>
                          </w:r>
                          <w:r w:rsidRPr="00010764">
                            <w:rPr>
                              <w:color w:val="696969" w:themeColor="text1"/>
                            </w:rPr>
                            <w:t>/</w:t>
                          </w:r>
                          <w:r w:rsidR="00A0265A" w:rsidRPr="00010764">
                            <w:rPr>
                              <w:color w:val="696969" w:themeColor="text1"/>
                            </w:rPr>
                            <w:fldChar w:fldCharType="begin"/>
                          </w:r>
                          <w:r w:rsidR="00A0265A" w:rsidRPr="00010764">
                            <w:rPr>
                              <w:color w:val="696969" w:themeColor="text1"/>
                            </w:rPr>
                            <w:instrText>NUMPAGES  \* Arabic  \* MERGEFORMAT</w:instrText>
                          </w:r>
                          <w:r w:rsidR="00A0265A" w:rsidRPr="00010764">
                            <w:rPr>
                              <w:color w:val="696969" w:themeColor="text1"/>
                            </w:rPr>
                            <w:fldChar w:fldCharType="separate"/>
                          </w:r>
                          <w:r w:rsidR="002C70B5">
                            <w:rPr>
                              <w:noProof/>
                              <w:color w:val="696969" w:themeColor="text1"/>
                            </w:rPr>
                            <w:t>1</w:t>
                          </w:r>
                          <w:r w:rsidR="00A0265A" w:rsidRPr="00010764">
                            <w:rPr>
                              <w:color w:val="696969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6" type="#_x0000_t202" style="position:absolute;margin-left:398.6pt;margin-top:5.2pt;width:76.9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" filled="f" stroked="f" strokeweight=".5pt">
              <v:textbox inset="0,0,0,0">
                <w:txbxContent>
                  <w:p w14:paraId="6E7A084B" w14:textId="77777777" w:rsidR="0017532F" w:rsidRPr="00010764" w:rsidRDefault="0017532F" w:rsidP="00010764">
                    <w:pPr>
                      <w:pStyle w:val="IvoFooterInfoUNI6Pt"/>
                      <w:rPr>
                        <w:color w:val="696969" w:themeColor="text1"/>
                      </w:rPr>
                    </w:pPr>
                    <w:r w:rsidRPr="00010764">
                      <w:rPr>
                        <w:color w:val="696969" w:themeColor="text1"/>
                      </w:rPr>
                      <w:fldChar w:fldCharType="begin"/>
                    </w:r>
                    <w:r w:rsidRPr="00010764">
                      <w:rPr>
                        <w:color w:val="696969" w:themeColor="text1"/>
                      </w:rPr>
                      <w:instrText>PAGE  \* Arabic  \* MERGEFORMAT</w:instrText>
                    </w:r>
                    <w:r w:rsidRPr="00010764">
                      <w:rPr>
                        <w:color w:val="696969" w:themeColor="text1"/>
                      </w:rPr>
                      <w:fldChar w:fldCharType="separate"/>
                    </w:r>
                    <w:r w:rsidR="002C70B5">
                      <w:rPr>
                        <w:noProof/>
                        <w:color w:val="696969" w:themeColor="text1"/>
                      </w:rPr>
                      <w:t>1</w:t>
                    </w:r>
                    <w:r w:rsidRPr="00010764">
                      <w:rPr>
                        <w:color w:val="696969" w:themeColor="text1"/>
                      </w:rPr>
                      <w:fldChar w:fldCharType="end"/>
                    </w:r>
                    <w:r w:rsidRPr="00010764">
                      <w:rPr>
                        <w:color w:val="696969" w:themeColor="text1"/>
                      </w:rPr>
                      <w:t>/</w:t>
                    </w:r>
                    <w:r w:rsidR="00A0265A" w:rsidRPr="00010764">
                      <w:rPr>
                        <w:color w:val="696969" w:themeColor="text1"/>
                      </w:rPr>
                      <w:fldChar w:fldCharType="begin"/>
                    </w:r>
                    <w:r w:rsidR="00A0265A" w:rsidRPr="00010764">
                      <w:rPr>
                        <w:color w:val="696969" w:themeColor="text1"/>
                      </w:rPr>
                      <w:instrText>NUMPAGES  \* Arabic  \* MERGEFORMAT</w:instrText>
                    </w:r>
                    <w:r w:rsidR="00A0265A" w:rsidRPr="00010764">
                      <w:rPr>
                        <w:color w:val="696969" w:themeColor="text1"/>
                      </w:rPr>
                      <w:fldChar w:fldCharType="separate"/>
                    </w:r>
                    <w:r w:rsidR="002C70B5">
                      <w:rPr>
                        <w:noProof/>
                        <w:color w:val="696969" w:themeColor="text1"/>
                      </w:rPr>
                      <w:t>1</w:t>
                    </w:r>
                    <w:r w:rsidR="00A0265A" w:rsidRPr="00010764">
                      <w:rPr>
                        <w:color w:val="696969" w:themeColor="text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70ECC" w14:textId="77777777" w:rsidR="00980706" w:rsidRDefault="00980706">
    <w:r>
      <w:rPr>
        <w:rFonts w:cs="Arial"/>
        <w:noProof/>
        <w:color w:val="9D9D9D" w:themeColor="text1" w:themeTint="A6"/>
        <w:szCs w:val="12"/>
        <w:lang w:val="en-GB" w:eastAsia="en-GB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0D4FAD6" wp14:editId="75A7BC74">
              <wp:simplePos x="0" y="0"/>
              <wp:positionH relativeFrom="column">
                <wp:posOffset>5066209</wp:posOffset>
              </wp:positionH>
              <wp:positionV relativeFrom="paragraph">
                <wp:posOffset>44316</wp:posOffset>
              </wp:positionV>
              <wp:extent cx="977265" cy="144145"/>
              <wp:effectExtent l="0" t="0" r="13335" b="825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7265" cy="144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ACFB2C" w14:textId="77777777" w:rsidR="00980706" w:rsidRPr="00010764" w:rsidRDefault="00980706" w:rsidP="00980706">
                          <w:pPr>
                            <w:pStyle w:val="IvoFooterInfoUNI6Pt"/>
                            <w:rPr>
                              <w:color w:val="696969" w:themeColor="text1"/>
                            </w:rPr>
                          </w:pPr>
                          <w:r w:rsidRPr="00010764">
                            <w:rPr>
                              <w:color w:val="696969" w:themeColor="text1"/>
                            </w:rPr>
                            <w:fldChar w:fldCharType="begin"/>
                          </w:r>
                          <w:r w:rsidRPr="00010764">
                            <w:rPr>
                              <w:color w:val="696969" w:themeColor="text1"/>
                            </w:rPr>
                            <w:instrText>PAGE  \* Arabic  \* MERGEFORMAT</w:instrText>
                          </w:r>
                          <w:r w:rsidRPr="00010764">
                            <w:rPr>
                              <w:color w:val="696969" w:themeColor="text1"/>
                            </w:rPr>
                            <w:fldChar w:fldCharType="separate"/>
                          </w:r>
                          <w:r w:rsidR="002C70B5">
                            <w:rPr>
                              <w:noProof/>
                              <w:color w:val="696969" w:themeColor="text1"/>
                            </w:rPr>
                            <w:t>1</w:t>
                          </w:r>
                          <w:r w:rsidRPr="00010764">
                            <w:rPr>
                              <w:color w:val="696969" w:themeColor="text1"/>
                            </w:rPr>
                            <w:fldChar w:fldCharType="end"/>
                          </w:r>
                          <w:r w:rsidRPr="00010764">
                            <w:rPr>
                              <w:color w:val="696969" w:themeColor="text1"/>
                            </w:rPr>
                            <w:t>/</w:t>
                          </w:r>
                          <w:r w:rsidRPr="00010764">
                            <w:rPr>
                              <w:color w:val="696969" w:themeColor="text1"/>
                            </w:rPr>
                            <w:fldChar w:fldCharType="begin"/>
                          </w:r>
                          <w:r w:rsidRPr="00010764">
                            <w:rPr>
                              <w:color w:val="696969" w:themeColor="text1"/>
                            </w:rPr>
                            <w:instrText>NUMPAGES  \* Arabic  \* MERGEFORMAT</w:instrText>
                          </w:r>
                          <w:r w:rsidRPr="00010764">
                            <w:rPr>
                              <w:color w:val="696969" w:themeColor="text1"/>
                            </w:rPr>
                            <w:fldChar w:fldCharType="separate"/>
                          </w:r>
                          <w:r w:rsidR="002C70B5">
                            <w:rPr>
                              <w:noProof/>
                              <w:color w:val="696969" w:themeColor="text1"/>
                            </w:rPr>
                            <w:t>1</w:t>
                          </w:r>
                          <w:r w:rsidRPr="00010764">
                            <w:rPr>
                              <w:color w:val="696969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398.9pt;margin-top:3.5pt;width:76.95pt;height:11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" filled="f" stroked="f" strokeweight=".5pt">
              <v:textbox inset="0,0,0,0">
                <w:txbxContent>
                  <w:p w14:paraId="30ACFB2C" w14:textId="77777777" w:rsidR="00980706" w:rsidRPr="00010764" w:rsidRDefault="00980706" w:rsidP="00980706">
                    <w:pPr>
                      <w:pStyle w:val="IvoFooterInfoUNI6Pt"/>
                      <w:rPr>
                        <w:color w:val="696969" w:themeColor="text1"/>
                      </w:rPr>
                    </w:pPr>
                    <w:r w:rsidRPr="00010764">
                      <w:rPr>
                        <w:color w:val="696969" w:themeColor="text1"/>
                      </w:rPr>
                      <w:fldChar w:fldCharType="begin"/>
                    </w:r>
                    <w:r w:rsidRPr="00010764">
                      <w:rPr>
                        <w:color w:val="696969" w:themeColor="text1"/>
                      </w:rPr>
                      <w:instrText>PAGE  \* Arabic  \* MERGEFORMAT</w:instrText>
                    </w:r>
                    <w:r w:rsidRPr="00010764">
                      <w:rPr>
                        <w:color w:val="696969" w:themeColor="text1"/>
                      </w:rPr>
                      <w:fldChar w:fldCharType="separate"/>
                    </w:r>
                    <w:r w:rsidR="002C70B5">
                      <w:rPr>
                        <w:noProof/>
                        <w:color w:val="696969" w:themeColor="text1"/>
                      </w:rPr>
                      <w:t>1</w:t>
                    </w:r>
                    <w:r w:rsidRPr="00010764">
                      <w:rPr>
                        <w:color w:val="696969" w:themeColor="text1"/>
                      </w:rPr>
                      <w:fldChar w:fldCharType="end"/>
                    </w:r>
                    <w:r w:rsidRPr="00010764">
                      <w:rPr>
                        <w:color w:val="696969" w:themeColor="text1"/>
                      </w:rPr>
                      <w:t>/</w:t>
                    </w:r>
                    <w:r w:rsidRPr="00010764">
                      <w:rPr>
                        <w:color w:val="696969" w:themeColor="text1"/>
                      </w:rPr>
                      <w:fldChar w:fldCharType="begin"/>
                    </w:r>
                    <w:r w:rsidRPr="00010764">
                      <w:rPr>
                        <w:color w:val="696969" w:themeColor="text1"/>
                      </w:rPr>
                      <w:instrText>NUMPAGES  \* Arabic  \* MERGEFORMAT</w:instrText>
                    </w:r>
                    <w:r w:rsidRPr="00010764">
                      <w:rPr>
                        <w:color w:val="696969" w:themeColor="text1"/>
                      </w:rPr>
                      <w:fldChar w:fldCharType="separate"/>
                    </w:r>
                    <w:r w:rsidR="002C70B5">
                      <w:rPr>
                        <w:noProof/>
                        <w:color w:val="696969" w:themeColor="text1"/>
                      </w:rPr>
                      <w:t>1</w:t>
                    </w:r>
                    <w:r w:rsidRPr="00010764">
                      <w:rPr>
                        <w:color w:val="696969" w:themeColor="text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A31A2" w14:textId="77777777" w:rsidR="00B81A03" w:rsidRDefault="00B81A03" w:rsidP="002F7B15">
      <w:pPr>
        <w:spacing w:line="240" w:lineRule="auto"/>
      </w:pPr>
      <w:r>
        <w:separator/>
      </w:r>
    </w:p>
  </w:footnote>
  <w:footnote w:type="continuationSeparator" w:id="0">
    <w:p w14:paraId="036A88B8" w14:textId="77777777" w:rsidR="00B81A03" w:rsidRDefault="00B81A03" w:rsidP="002F7B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66FFD"/>
    <w:multiLevelType w:val="hybridMultilevel"/>
    <w:tmpl w:val="F7426674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1DC63D7"/>
    <w:multiLevelType w:val="hybridMultilevel"/>
    <w:tmpl w:val="61488E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8"/>
  <w:hyphenationZone w:val="425"/>
  <w:drawingGridHorizontalSpacing w:val="57"/>
  <w:drawingGridVerticalSpacing w:val="57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A03"/>
    <w:rsid w:val="00007344"/>
    <w:rsid w:val="00010764"/>
    <w:rsid w:val="000236C5"/>
    <w:rsid w:val="00027DD1"/>
    <w:rsid w:val="000445C8"/>
    <w:rsid w:val="00050822"/>
    <w:rsid w:val="00050C22"/>
    <w:rsid w:val="0007521F"/>
    <w:rsid w:val="0007697C"/>
    <w:rsid w:val="000B31AE"/>
    <w:rsid w:val="000B57B8"/>
    <w:rsid w:val="000C2E33"/>
    <w:rsid w:val="000C5510"/>
    <w:rsid w:val="000D1787"/>
    <w:rsid w:val="000E2A6E"/>
    <w:rsid w:val="000E33DD"/>
    <w:rsid w:val="000E6D76"/>
    <w:rsid w:val="000F3FEF"/>
    <w:rsid w:val="0010048A"/>
    <w:rsid w:val="00102654"/>
    <w:rsid w:val="001038A1"/>
    <w:rsid w:val="00117BC6"/>
    <w:rsid w:val="00121AC3"/>
    <w:rsid w:val="0012297C"/>
    <w:rsid w:val="00132674"/>
    <w:rsid w:val="00135A77"/>
    <w:rsid w:val="00137602"/>
    <w:rsid w:val="00140382"/>
    <w:rsid w:val="00162251"/>
    <w:rsid w:val="0016629B"/>
    <w:rsid w:val="001725EB"/>
    <w:rsid w:val="0017532F"/>
    <w:rsid w:val="00183B5A"/>
    <w:rsid w:val="00183F7F"/>
    <w:rsid w:val="00186498"/>
    <w:rsid w:val="0019494C"/>
    <w:rsid w:val="001977F5"/>
    <w:rsid w:val="001A0551"/>
    <w:rsid w:val="001A5DE3"/>
    <w:rsid w:val="001B1AD6"/>
    <w:rsid w:val="001B7007"/>
    <w:rsid w:val="001C0715"/>
    <w:rsid w:val="001D2220"/>
    <w:rsid w:val="001D26EF"/>
    <w:rsid w:val="001E1C7D"/>
    <w:rsid w:val="001E3FCC"/>
    <w:rsid w:val="001E6AB3"/>
    <w:rsid w:val="001E6D2E"/>
    <w:rsid w:val="001F0EF5"/>
    <w:rsid w:val="00212260"/>
    <w:rsid w:val="00245FBD"/>
    <w:rsid w:val="00252921"/>
    <w:rsid w:val="00254DF4"/>
    <w:rsid w:val="00256B40"/>
    <w:rsid w:val="00257EFC"/>
    <w:rsid w:val="002749D8"/>
    <w:rsid w:val="00281C79"/>
    <w:rsid w:val="0028370A"/>
    <w:rsid w:val="00292832"/>
    <w:rsid w:val="002930BD"/>
    <w:rsid w:val="002A60FF"/>
    <w:rsid w:val="002B33C1"/>
    <w:rsid w:val="002C1BD3"/>
    <w:rsid w:val="002C262D"/>
    <w:rsid w:val="002C3C66"/>
    <w:rsid w:val="002C67AC"/>
    <w:rsid w:val="002C70B5"/>
    <w:rsid w:val="002E1027"/>
    <w:rsid w:val="002E7D5A"/>
    <w:rsid w:val="002F376A"/>
    <w:rsid w:val="002F7B15"/>
    <w:rsid w:val="00302C6A"/>
    <w:rsid w:val="00311699"/>
    <w:rsid w:val="003138B9"/>
    <w:rsid w:val="0032147C"/>
    <w:rsid w:val="003333F2"/>
    <w:rsid w:val="003348BA"/>
    <w:rsid w:val="00350F77"/>
    <w:rsid w:val="00352CB0"/>
    <w:rsid w:val="0035671F"/>
    <w:rsid w:val="0036608F"/>
    <w:rsid w:val="003734DD"/>
    <w:rsid w:val="003831C3"/>
    <w:rsid w:val="00385E85"/>
    <w:rsid w:val="003B20B2"/>
    <w:rsid w:val="003B63DC"/>
    <w:rsid w:val="003C1C50"/>
    <w:rsid w:val="003C222F"/>
    <w:rsid w:val="003D236B"/>
    <w:rsid w:val="003D2948"/>
    <w:rsid w:val="003E6711"/>
    <w:rsid w:val="003F2449"/>
    <w:rsid w:val="003F7520"/>
    <w:rsid w:val="004038EE"/>
    <w:rsid w:val="0040504F"/>
    <w:rsid w:val="004062B9"/>
    <w:rsid w:val="0040780E"/>
    <w:rsid w:val="00413B6D"/>
    <w:rsid w:val="00416D33"/>
    <w:rsid w:val="004218D3"/>
    <w:rsid w:val="00425933"/>
    <w:rsid w:val="00425BCC"/>
    <w:rsid w:val="00431B64"/>
    <w:rsid w:val="00434DD2"/>
    <w:rsid w:val="0043621E"/>
    <w:rsid w:val="00436936"/>
    <w:rsid w:val="0043757B"/>
    <w:rsid w:val="004718D2"/>
    <w:rsid w:val="00481A89"/>
    <w:rsid w:val="00494EFB"/>
    <w:rsid w:val="00496E06"/>
    <w:rsid w:val="004A0559"/>
    <w:rsid w:val="004F4AB7"/>
    <w:rsid w:val="005142AA"/>
    <w:rsid w:val="00515753"/>
    <w:rsid w:val="0052624B"/>
    <w:rsid w:val="00530FFE"/>
    <w:rsid w:val="005347D0"/>
    <w:rsid w:val="00543FD3"/>
    <w:rsid w:val="00551518"/>
    <w:rsid w:val="00551B79"/>
    <w:rsid w:val="00556363"/>
    <w:rsid w:val="005719CB"/>
    <w:rsid w:val="005739DA"/>
    <w:rsid w:val="00573EA0"/>
    <w:rsid w:val="00582CE1"/>
    <w:rsid w:val="00594771"/>
    <w:rsid w:val="005B2024"/>
    <w:rsid w:val="005C528C"/>
    <w:rsid w:val="005E2B50"/>
    <w:rsid w:val="005E39C6"/>
    <w:rsid w:val="005F0E98"/>
    <w:rsid w:val="005F70BB"/>
    <w:rsid w:val="00602E31"/>
    <w:rsid w:val="006109B3"/>
    <w:rsid w:val="006171FE"/>
    <w:rsid w:val="00640DDB"/>
    <w:rsid w:val="00642122"/>
    <w:rsid w:val="0065103C"/>
    <w:rsid w:val="0065713E"/>
    <w:rsid w:val="00657D3E"/>
    <w:rsid w:val="00681AFB"/>
    <w:rsid w:val="0068777A"/>
    <w:rsid w:val="006A4D53"/>
    <w:rsid w:val="006B3D7C"/>
    <w:rsid w:val="006B7E0A"/>
    <w:rsid w:val="006C4FC1"/>
    <w:rsid w:val="006C73CB"/>
    <w:rsid w:val="006E068B"/>
    <w:rsid w:val="006E6838"/>
    <w:rsid w:val="006E7818"/>
    <w:rsid w:val="006F683D"/>
    <w:rsid w:val="0071081C"/>
    <w:rsid w:val="0072114F"/>
    <w:rsid w:val="0073280E"/>
    <w:rsid w:val="00736506"/>
    <w:rsid w:val="00742C06"/>
    <w:rsid w:val="00751691"/>
    <w:rsid w:val="00764A03"/>
    <w:rsid w:val="007768AE"/>
    <w:rsid w:val="00784B90"/>
    <w:rsid w:val="00786D7F"/>
    <w:rsid w:val="00787FD1"/>
    <w:rsid w:val="0079349C"/>
    <w:rsid w:val="007A47AC"/>
    <w:rsid w:val="007D711A"/>
    <w:rsid w:val="007E0237"/>
    <w:rsid w:val="00804E69"/>
    <w:rsid w:val="0080693F"/>
    <w:rsid w:val="00813AC3"/>
    <w:rsid w:val="0082458E"/>
    <w:rsid w:val="00830FA1"/>
    <w:rsid w:val="008364A2"/>
    <w:rsid w:val="0083749A"/>
    <w:rsid w:val="008472AB"/>
    <w:rsid w:val="00863B95"/>
    <w:rsid w:val="00864632"/>
    <w:rsid w:val="00871A13"/>
    <w:rsid w:val="00874860"/>
    <w:rsid w:val="00876FAC"/>
    <w:rsid w:val="008B009D"/>
    <w:rsid w:val="008B2D1D"/>
    <w:rsid w:val="008C1E3C"/>
    <w:rsid w:val="008D1CD1"/>
    <w:rsid w:val="008D22E6"/>
    <w:rsid w:val="008D2FBE"/>
    <w:rsid w:val="008D6B33"/>
    <w:rsid w:val="008E04E1"/>
    <w:rsid w:val="008E3D2D"/>
    <w:rsid w:val="008E5034"/>
    <w:rsid w:val="008F1655"/>
    <w:rsid w:val="008F3617"/>
    <w:rsid w:val="008F6D9B"/>
    <w:rsid w:val="008F6EA4"/>
    <w:rsid w:val="00906D6D"/>
    <w:rsid w:val="00907D4F"/>
    <w:rsid w:val="00924A93"/>
    <w:rsid w:val="009303E3"/>
    <w:rsid w:val="0093396A"/>
    <w:rsid w:val="0094176D"/>
    <w:rsid w:val="00943E30"/>
    <w:rsid w:val="00947664"/>
    <w:rsid w:val="009511D6"/>
    <w:rsid w:val="0095417F"/>
    <w:rsid w:val="00954533"/>
    <w:rsid w:val="00955E6D"/>
    <w:rsid w:val="009623F6"/>
    <w:rsid w:val="00962D86"/>
    <w:rsid w:val="00976E64"/>
    <w:rsid w:val="00980706"/>
    <w:rsid w:val="00984002"/>
    <w:rsid w:val="0099513A"/>
    <w:rsid w:val="009A2081"/>
    <w:rsid w:val="009A5CC4"/>
    <w:rsid w:val="009A6131"/>
    <w:rsid w:val="009A6A85"/>
    <w:rsid w:val="009B21D0"/>
    <w:rsid w:val="009B6679"/>
    <w:rsid w:val="009C1051"/>
    <w:rsid w:val="009C5C4F"/>
    <w:rsid w:val="009F7A1F"/>
    <w:rsid w:val="00A0265A"/>
    <w:rsid w:val="00A02A95"/>
    <w:rsid w:val="00A112F5"/>
    <w:rsid w:val="00A1192E"/>
    <w:rsid w:val="00A143D6"/>
    <w:rsid w:val="00A1493C"/>
    <w:rsid w:val="00A35644"/>
    <w:rsid w:val="00A505E5"/>
    <w:rsid w:val="00A52E82"/>
    <w:rsid w:val="00A53313"/>
    <w:rsid w:val="00A56DD5"/>
    <w:rsid w:val="00A611A7"/>
    <w:rsid w:val="00A6358E"/>
    <w:rsid w:val="00A736AD"/>
    <w:rsid w:val="00A80084"/>
    <w:rsid w:val="00A92807"/>
    <w:rsid w:val="00AA51C2"/>
    <w:rsid w:val="00AB1AB4"/>
    <w:rsid w:val="00AB3865"/>
    <w:rsid w:val="00AC737D"/>
    <w:rsid w:val="00AC786B"/>
    <w:rsid w:val="00AD11AC"/>
    <w:rsid w:val="00AD2E6F"/>
    <w:rsid w:val="00AE17C8"/>
    <w:rsid w:val="00AE226F"/>
    <w:rsid w:val="00AF0055"/>
    <w:rsid w:val="00AF5134"/>
    <w:rsid w:val="00AF5F97"/>
    <w:rsid w:val="00B3398B"/>
    <w:rsid w:val="00B42969"/>
    <w:rsid w:val="00B43409"/>
    <w:rsid w:val="00B50A27"/>
    <w:rsid w:val="00B57A35"/>
    <w:rsid w:val="00B62303"/>
    <w:rsid w:val="00B6525A"/>
    <w:rsid w:val="00B81A03"/>
    <w:rsid w:val="00B86873"/>
    <w:rsid w:val="00B93981"/>
    <w:rsid w:val="00BA27CD"/>
    <w:rsid w:val="00BA6D33"/>
    <w:rsid w:val="00BB6EF3"/>
    <w:rsid w:val="00BD611E"/>
    <w:rsid w:val="00BE4DB8"/>
    <w:rsid w:val="00BF3259"/>
    <w:rsid w:val="00C0168D"/>
    <w:rsid w:val="00C02D75"/>
    <w:rsid w:val="00C200F8"/>
    <w:rsid w:val="00C3050E"/>
    <w:rsid w:val="00C407B0"/>
    <w:rsid w:val="00C4276D"/>
    <w:rsid w:val="00C44421"/>
    <w:rsid w:val="00C44C80"/>
    <w:rsid w:val="00C51F3C"/>
    <w:rsid w:val="00C55852"/>
    <w:rsid w:val="00C64546"/>
    <w:rsid w:val="00C65936"/>
    <w:rsid w:val="00C66113"/>
    <w:rsid w:val="00C74E7C"/>
    <w:rsid w:val="00C90E0B"/>
    <w:rsid w:val="00C93309"/>
    <w:rsid w:val="00CA488A"/>
    <w:rsid w:val="00CA7994"/>
    <w:rsid w:val="00CC2F6E"/>
    <w:rsid w:val="00CC4076"/>
    <w:rsid w:val="00CD13DB"/>
    <w:rsid w:val="00CE0020"/>
    <w:rsid w:val="00CE5C03"/>
    <w:rsid w:val="00CF0379"/>
    <w:rsid w:val="00CF552C"/>
    <w:rsid w:val="00D07748"/>
    <w:rsid w:val="00D1538F"/>
    <w:rsid w:val="00D17258"/>
    <w:rsid w:val="00D329DC"/>
    <w:rsid w:val="00D33D16"/>
    <w:rsid w:val="00D452B7"/>
    <w:rsid w:val="00D520F6"/>
    <w:rsid w:val="00D54147"/>
    <w:rsid w:val="00D56412"/>
    <w:rsid w:val="00D60798"/>
    <w:rsid w:val="00D62FF9"/>
    <w:rsid w:val="00D639F9"/>
    <w:rsid w:val="00D660C0"/>
    <w:rsid w:val="00D66FDC"/>
    <w:rsid w:val="00D765DC"/>
    <w:rsid w:val="00D81192"/>
    <w:rsid w:val="00D816D1"/>
    <w:rsid w:val="00D83D6E"/>
    <w:rsid w:val="00D917FC"/>
    <w:rsid w:val="00DB6757"/>
    <w:rsid w:val="00DE2768"/>
    <w:rsid w:val="00DE4164"/>
    <w:rsid w:val="00DE634E"/>
    <w:rsid w:val="00DF57E6"/>
    <w:rsid w:val="00DF6A73"/>
    <w:rsid w:val="00E03D4E"/>
    <w:rsid w:val="00E1496F"/>
    <w:rsid w:val="00E16A57"/>
    <w:rsid w:val="00E1720D"/>
    <w:rsid w:val="00E223B9"/>
    <w:rsid w:val="00E239D7"/>
    <w:rsid w:val="00E252B0"/>
    <w:rsid w:val="00E536E8"/>
    <w:rsid w:val="00E75D49"/>
    <w:rsid w:val="00EA570B"/>
    <w:rsid w:val="00EB2695"/>
    <w:rsid w:val="00EB360C"/>
    <w:rsid w:val="00EB74A2"/>
    <w:rsid w:val="00ED4BB2"/>
    <w:rsid w:val="00ED506E"/>
    <w:rsid w:val="00ED556D"/>
    <w:rsid w:val="00EE0DCF"/>
    <w:rsid w:val="00F040D8"/>
    <w:rsid w:val="00F05222"/>
    <w:rsid w:val="00F12FD0"/>
    <w:rsid w:val="00F16A49"/>
    <w:rsid w:val="00F247BB"/>
    <w:rsid w:val="00F42F22"/>
    <w:rsid w:val="00F47765"/>
    <w:rsid w:val="00F54F67"/>
    <w:rsid w:val="00F556B5"/>
    <w:rsid w:val="00F65F08"/>
    <w:rsid w:val="00F71959"/>
    <w:rsid w:val="00F7589F"/>
    <w:rsid w:val="00F76259"/>
    <w:rsid w:val="00F84598"/>
    <w:rsid w:val="00F92322"/>
    <w:rsid w:val="00F926AF"/>
    <w:rsid w:val="00FA6DF9"/>
    <w:rsid w:val="00FB5A67"/>
    <w:rsid w:val="00FB63DF"/>
    <w:rsid w:val="00FF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8625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color w:val="696969" w:themeColor="text1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IvoStandardtextUNI10Pt"/>
    <w:qFormat/>
    <w:rsid w:val="00E1720D"/>
    <w:pPr>
      <w:spacing w:line="240" w:lineRule="atLeast"/>
    </w:pPr>
    <w:rPr>
      <w:color w:val="000000"/>
    </w:rPr>
  </w:style>
  <w:style w:type="paragraph" w:styleId="Heading1">
    <w:name w:val="heading 1"/>
    <w:aliases w:val="Ivo Departement Info UNI 20 Pt"/>
    <w:next w:val="IvoStandardtextUNI10Pt"/>
    <w:link w:val="Heading1Char"/>
    <w:uiPriority w:val="9"/>
    <w:rsid w:val="003B63DC"/>
    <w:pPr>
      <w:keepNext/>
      <w:keepLines/>
      <w:spacing w:line="480" w:lineRule="exact"/>
      <w:outlineLvl w:val="0"/>
    </w:pPr>
    <w:rPr>
      <w:rFonts w:asciiTheme="majorHAnsi" w:eastAsiaTheme="majorEastAsia" w:hAnsiTheme="majorHAnsi" w:cstheme="majorBidi"/>
      <w:color w:val="005091" w:themeColor="accent5"/>
      <w:sz w:val="40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infAbs">
    <w:name w:val="[Einf. Abs.]"/>
    <w:basedOn w:val="Normal"/>
    <w:uiPriority w:val="99"/>
    <w:rsid w:val="006C4FC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customStyle="1" w:styleId="KeinAbsatzformat">
    <w:name w:val="[Kein Absatzformat]"/>
    <w:rsid w:val="006C4FC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32"/>
      <w:szCs w:val="32"/>
    </w:rPr>
  </w:style>
  <w:style w:type="paragraph" w:customStyle="1" w:styleId="IvoFooterInfoUNI6Pt">
    <w:name w:val="Ivo Footer Info UNI 6 Pt"/>
    <w:qFormat/>
    <w:rsid w:val="00907D4F"/>
    <w:pPr>
      <w:spacing w:line="160" w:lineRule="exact"/>
    </w:pPr>
    <w:rPr>
      <w:rFonts w:cs="Arial"/>
      <w:color w:val="005091"/>
      <w:sz w:val="12"/>
      <w:szCs w:val="13"/>
      <w:lang w:val="en-US"/>
    </w:rPr>
  </w:style>
  <w:style w:type="table" w:styleId="TableGrid">
    <w:name w:val="Table Grid"/>
    <w:basedOn w:val="TableNormal"/>
    <w:uiPriority w:val="39"/>
    <w:rsid w:val="006C4FC1"/>
    <w:pPr>
      <w:spacing w:line="380" w:lineRule="exact"/>
    </w:pPr>
    <w:rPr>
      <w:rFonts w:asciiTheme="majorHAnsi" w:hAnsiTheme="majorHAnsi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71959"/>
    <w:rPr>
      <w:color w:val="808080"/>
    </w:rPr>
  </w:style>
  <w:style w:type="paragraph" w:customStyle="1" w:styleId="IvoStandardtextUNI10Pt">
    <w:name w:val="Ivo Standard text UNI 10 Pt"/>
    <w:qFormat/>
    <w:rsid w:val="004F4AB7"/>
    <w:rPr>
      <w:rFonts w:cs="Arial"/>
      <w:color w:val="000000"/>
      <w:lang w:val="en-US"/>
    </w:rPr>
  </w:style>
  <w:style w:type="character" w:customStyle="1" w:styleId="Heading1Char">
    <w:name w:val="Heading 1 Char"/>
    <w:aliases w:val="Ivo Departement Info UNI 20 Pt Char"/>
    <w:basedOn w:val="DefaultParagraphFont"/>
    <w:link w:val="Heading1"/>
    <w:uiPriority w:val="9"/>
    <w:rsid w:val="003B63DC"/>
    <w:rPr>
      <w:rFonts w:asciiTheme="majorHAnsi" w:eastAsiaTheme="majorEastAsia" w:hAnsiTheme="majorHAnsi" w:cstheme="majorBidi"/>
      <w:color w:val="005091" w:themeColor="accent5"/>
      <w:sz w:val="40"/>
      <w:szCs w:val="32"/>
      <w:lang w:val="en-US"/>
    </w:rPr>
  </w:style>
  <w:style w:type="character" w:customStyle="1" w:styleId="StylePlaceholderTextText1">
    <w:name w:val="Style Placeholder Text + Text 1"/>
    <w:basedOn w:val="PlaceholderText"/>
    <w:rsid w:val="003B63DC"/>
    <w:rPr>
      <w:color w:val="000000"/>
    </w:rPr>
  </w:style>
  <w:style w:type="paragraph" w:customStyle="1" w:styleId="IvoDepartmentInfoUNI20Pt">
    <w:name w:val="Ivo Department Info UNI 20 Pt."/>
    <w:basedOn w:val="KeinAbsatzformat"/>
    <w:qFormat/>
    <w:rsid w:val="006E6838"/>
    <w:rPr>
      <w:rFonts w:asciiTheme="majorHAnsi" w:hAnsiTheme="majorHAnsi"/>
      <w:bCs/>
      <w:noProof/>
      <w:color w:val="005091" w:themeColor="accent5"/>
      <w:sz w:val="40"/>
      <w:lang w:val="en-US"/>
    </w:rPr>
  </w:style>
  <w:style w:type="paragraph" w:customStyle="1" w:styleId="IvoH2HeadlineUNI16Pt">
    <w:name w:val="Ivo H2 Headline UNI 16 Pt"/>
    <w:basedOn w:val="IvoStandardtextUNI10Pt"/>
    <w:qFormat/>
    <w:rsid w:val="001E6AB3"/>
    <w:pPr>
      <w:tabs>
        <w:tab w:val="left" w:pos="680"/>
      </w:tabs>
      <w:spacing w:line="360" w:lineRule="exact"/>
    </w:pPr>
    <w:rPr>
      <w:color w:val="005091" w:themeColor="accent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B6EF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EF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B6EF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EF3"/>
    <w:rPr>
      <w:color w:val="000000"/>
    </w:rPr>
  </w:style>
  <w:style w:type="paragraph" w:styleId="ListParagraph">
    <w:name w:val="List Paragraph"/>
    <w:basedOn w:val="Normal"/>
    <w:uiPriority w:val="34"/>
    <w:qFormat/>
    <w:rsid w:val="00C016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0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B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color w:val="696969" w:themeColor="text1"/>
        <w:lang w:val="de-DE" w:eastAsia="en-US" w:bidi="ar-SA"/>
      </w:rPr>
    </w:rPrDefault>
    <w:pPrDefault>
      <w:pPr>
        <w:spacing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IvoStandardtextUNI10Pt"/>
    <w:qFormat/>
    <w:rsid w:val="00E1720D"/>
    <w:pPr>
      <w:spacing w:line="240" w:lineRule="atLeast"/>
    </w:pPr>
    <w:rPr>
      <w:color w:val="000000"/>
    </w:rPr>
  </w:style>
  <w:style w:type="paragraph" w:styleId="Heading1">
    <w:name w:val="heading 1"/>
    <w:aliases w:val="Ivo Departement Info UNI 20 Pt"/>
    <w:next w:val="IvoStandardtextUNI10Pt"/>
    <w:link w:val="Heading1Char"/>
    <w:uiPriority w:val="9"/>
    <w:rsid w:val="003B63DC"/>
    <w:pPr>
      <w:keepNext/>
      <w:keepLines/>
      <w:spacing w:line="480" w:lineRule="exact"/>
      <w:outlineLvl w:val="0"/>
    </w:pPr>
    <w:rPr>
      <w:rFonts w:asciiTheme="majorHAnsi" w:eastAsiaTheme="majorEastAsia" w:hAnsiTheme="majorHAnsi" w:cstheme="majorBidi"/>
      <w:color w:val="005091" w:themeColor="accent5"/>
      <w:sz w:val="40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infAbs">
    <w:name w:val="[Einf. Abs.]"/>
    <w:basedOn w:val="Normal"/>
    <w:uiPriority w:val="99"/>
    <w:rsid w:val="006C4FC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customStyle="1" w:styleId="KeinAbsatzformat">
    <w:name w:val="[Kein Absatzformat]"/>
    <w:rsid w:val="006C4FC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32"/>
      <w:szCs w:val="32"/>
    </w:rPr>
  </w:style>
  <w:style w:type="paragraph" w:customStyle="1" w:styleId="IvoFooterInfoUNI6Pt">
    <w:name w:val="Ivo Footer Info UNI 6 Pt"/>
    <w:qFormat/>
    <w:rsid w:val="00907D4F"/>
    <w:pPr>
      <w:spacing w:line="160" w:lineRule="exact"/>
    </w:pPr>
    <w:rPr>
      <w:rFonts w:cs="Arial"/>
      <w:color w:val="005091"/>
      <w:sz w:val="12"/>
      <w:szCs w:val="13"/>
      <w:lang w:val="en-US"/>
    </w:rPr>
  </w:style>
  <w:style w:type="table" w:styleId="TableGrid">
    <w:name w:val="Table Grid"/>
    <w:basedOn w:val="TableNormal"/>
    <w:uiPriority w:val="39"/>
    <w:rsid w:val="006C4FC1"/>
    <w:pPr>
      <w:spacing w:line="380" w:lineRule="exact"/>
    </w:pPr>
    <w:rPr>
      <w:rFonts w:asciiTheme="majorHAnsi" w:hAnsiTheme="majorHAnsi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71959"/>
    <w:rPr>
      <w:color w:val="808080"/>
    </w:rPr>
  </w:style>
  <w:style w:type="paragraph" w:customStyle="1" w:styleId="IvoStandardtextUNI10Pt">
    <w:name w:val="Ivo Standard text UNI 10 Pt"/>
    <w:qFormat/>
    <w:rsid w:val="004F4AB7"/>
    <w:rPr>
      <w:rFonts w:cs="Arial"/>
      <w:color w:val="000000"/>
      <w:lang w:val="en-US"/>
    </w:rPr>
  </w:style>
  <w:style w:type="character" w:customStyle="1" w:styleId="Heading1Char">
    <w:name w:val="Heading 1 Char"/>
    <w:aliases w:val="Ivo Departement Info UNI 20 Pt Char"/>
    <w:basedOn w:val="DefaultParagraphFont"/>
    <w:link w:val="Heading1"/>
    <w:uiPriority w:val="9"/>
    <w:rsid w:val="003B63DC"/>
    <w:rPr>
      <w:rFonts w:asciiTheme="majorHAnsi" w:eastAsiaTheme="majorEastAsia" w:hAnsiTheme="majorHAnsi" w:cstheme="majorBidi"/>
      <w:color w:val="005091" w:themeColor="accent5"/>
      <w:sz w:val="40"/>
      <w:szCs w:val="32"/>
      <w:lang w:val="en-US"/>
    </w:rPr>
  </w:style>
  <w:style w:type="character" w:customStyle="1" w:styleId="StylePlaceholderTextText1">
    <w:name w:val="Style Placeholder Text + Text 1"/>
    <w:basedOn w:val="PlaceholderText"/>
    <w:rsid w:val="003B63DC"/>
    <w:rPr>
      <w:color w:val="000000"/>
    </w:rPr>
  </w:style>
  <w:style w:type="paragraph" w:customStyle="1" w:styleId="IvoDepartmentInfoUNI20Pt">
    <w:name w:val="Ivo Department Info UNI 20 Pt."/>
    <w:basedOn w:val="KeinAbsatzformat"/>
    <w:qFormat/>
    <w:rsid w:val="006E6838"/>
    <w:rPr>
      <w:rFonts w:asciiTheme="majorHAnsi" w:hAnsiTheme="majorHAnsi"/>
      <w:bCs/>
      <w:noProof/>
      <w:color w:val="005091" w:themeColor="accent5"/>
      <w:sz w:val="40"/>
      <w:lang w:val="en-US"/>
    </w:rPr>
  </w:style>
  <w:style w:type="paragraph" w:customStyle="1" w:styleId="IvoH2HeadlineUNI16Pt">
    <w:name w:val="Ivo H2 Headline UNI 16 Pt"/>
    <w:basedOn w:val="IvoStandardtextUNI10Pt"/>
    <w:qFormat/>
    <w:rsid w:val="001E6AB3"/>
    <w:pPr>
      <w:tabs>
        <w:tab w:val="left" w:pos="680"/>
      </w:tabs>
      <w:spacing w:line="360" w:lineRule="exact"/>
    </w:pPr>
    <w:rPr>
      <w:color w:val="005091" w:themeColor="accent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B6EF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EF3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B6EF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EF3"/>
    <w:rPr>
      <w:color w:val="000000"/>
    </w:rPr>
  </w:style>
  <w:style w:type="paragraph" w:styleId="ListParagraph">
    <w:name w:val="List Paragraph"/>
    <w:basedOn w:val="Normal"/>
    <w:uiPriority w:val="34"/>
    <w:qFormat/>
    <w:rsid w:val="00C016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0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B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9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Word\Schaan\06_TEMP_ANNOUNCEMENT_A4_EN%20v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C2845F9490342A4BD6FCEDDA3385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0921CC-7DE1-48F7-89BC-D257352AAD53}"/>
      </w:docPartPr>
      <w:docPartBody>
        <w:p w:rsidR="00AE1C14" w:rsidRDefault="00AE1C14">
          <w:pPr>
            <w:pStyle w:val="0C2845F9490342A4BD6FCEDDA3385596"/>
          </w:pPr>
          <w:r w:rsidRPr="002011F9">
            <w:t>[Thema eingeben]</w:t>
          </w:r>
        </w:p>
      </w:docPartBody>
    </w:docPart>
    <w:docPart>
      <w:docPartPr>
        <w:name w:val="294F76DCAE4441B3ADD297DCC6FDC2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42DCB0-E260-474C-A9D9-359EDD055C0C}"/>
      </w:docPartPr>
      <w:docPartBody>
        <w:p w:rsidR="00AE1C14" w:rsidRDefault="00AE1C14">
          <w:pPr>
            <w:pStyle w:val="294F76DCAE4441B3ADD297DCC6FDC2EE"/>
          </w:pPr>
          <w:r w:rsidRPr="002011F9">
            <w:t>[Thema eingeben]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form Pro Ivoclar Reg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14"/>
    <w:rsid w:val="00AE1C14"/>
    <w:rsid w:val="00CA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2845F9490342A4BD6FCEDDA3385596">
    <w:name w:val="0C2845F9490342A4BD6FCEDDA3385596"/>
  </w:style>
  <w:style w:type="paragraph" w:customStyle="1" w:styleId="294F76DCAE4441B3ADD297DCC6FDC2EE">
    <w:name w:val="294F76DCAE4441B3ADD297DCC6FDC2E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2845F9490342A4BD6FCEDDA3385596">
    <w:name w:val="0C2845F9490342A4BD6FCEDDA3385596"/>
  </w:style>
  <w:style w:type="paragraph" w:customStyle="1" w:styleId="294F76DCAE4441B3ADD297DCC6FDC2EE">
    <w:name w:val="294F76DCAE4441B3ADD297DCC6FDC2E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IVC CD112021">
  <a:themeElements>
    <a:clrScheme name="IVC_COLORS_0721">
      <a:dk1>
        <a:srgbClr val="696969"/>
      </a:dk1>
      <a:lt1>
        <a:srgbClr val="FFFFFF"/>
      </a:lt1>
      <a:dk2>
        <a:srgbClr val="696969"/>
      </a:dk2>
      <a:lt2>
        <a:srgbClr val="BFBFBF"/>
      </a:lt2>
      <a:accent1>
        <a:srgbClr val="69B42D"/>
      </a:accent1>
      <a:accent2>
        <a:srgbClr val="00B4F0"/>
      </a:accent2>
      <a:accent3>
        <a:srgbClr val="0096D2"/>
      </a:accent3>
      <a:accent4>
        <a:srgbClr val="0078B4"/>
      </a:accent4>
      <a:accent5>
        <a:srgbClr val="005091"/>
      </a:accent5>
      <a:accent6>
        <a:srgbClr val="05325A"/>
      </a:accent6>
      <a:hlink>
        <a:srgbClr val="00B4F0"/>
      </a:hlink>
      <a:folHlink>
        <a:srgbClr val="05325A"/>
      </a:folHlink>
    </a:clrScheme>
    <a:fontScheme name="IVC CD2021">
      <a:majorFont>
        <a:latin typeface="Uniform Pro Ivoclar Reg"/>
        <a:ea typeface=""/>
        <a:cs typeface=""/>
      </a:majorFont>
      <a:minorFont>
        <a:latin typeface="Uniform Pro Ivoclar Reg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5DDF-35F3-41F3-843E-6BB63DCF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06_TEMP_ANNOUNCEMENT_A4_EN v2.dotx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NMW; OpenText</dc:creator>
  <cp:keywords/>
  <dc:description/>
  <cp:lastModifiedBy>JLAutoBuild</cp:lastModifiedBy>
  <cp:revision>2</cp:revision>
  <cp:lastPrinted>2021-01-26T23:25:00Z</cp:lastPrinted>
  <dcterms:created xsi:type="dcterms:W3CDTF">2024-07-23T17:00:00Z</dcterms:created>
  <dcterms:modified xsi:type="dcterms:W3CDTF">2024-07-23T17:00:00Z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cfb73c-bb63-4e6f-ba5d-ae8fe6644d8f_Enabled">
    <vt:lpwstr>true</vt:lpwstr>
  </property>
  <property fmtid="{D5CDD505-2E9C-101B-9397-08002B2CF9AE}" pid="3" name="MSIP_Label_41cfb73c-bb63-4e6f-ba5d-ae8fe6644d8f_SetDate">
    <vt:lpwstr>2021-12-22T21:02:09Z</vt:lpwstr>
  </property>
  <property fmtid="{D5CDD505-2E9C-101B-9397-08002B2CF9AE}" pid="4" name="MSIP_Label_41cfb73c-bb63-4e6f-ba5d-ae8fe6644d8f_Method">
    <vt:lpwstr>Privileged</vt:lpwstr>
  </property>
  <property fmtid="{D5CDD505-2E9C-101B-9397-08002B2CF9AE}" pid="5" name="MSIP_Label_41cfb73c-bb63-4e6f-ba5d-ae8fe6644d8f_Name">
    <vt:lpwstr>41cfb73c-bb63-4e6f-ba5d-ae8fe6644d8f</vt:lpwstr>
  </property>
  <property fmtid="{D5CDD505-2E9C-101B-9397-08002B2CF9AE}" pid="6" name="MSIP_Label_41cfb73c-bb63-4e6f-ba5d-ae8fe6644d8f_SiteId">
    <vt:lpwstr>87056191-b882-40a4-a668-0b4b65f51e55</vt:lpwstr>
  </property>
  <property fmtid="{D5CDD505-2E9C-101B-9397-08002B2CF9AE}" pid="7" name="MSIP_Label_41cfb73c-bb63-4e6f-ba5d-ae8fe6644d8f_ActionId">
    <vt:lpwstr>4c25d1bf-2c6d-47cf-9a43-0db272d17c55</vt:lpwstr>
  </property>
  <property fmtid="{D5CDD505-2E9C-101B-9397-08002B2CF9AE}" pid="8" name="MSIP_Label_41cfb73c-bb63-4e6f-ba5d-ae8fe6644d8f_ContentBits">
    <vt:lpwstr>0</vt:lpwstr>
  </property>
</Properties>
</file>